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89C0FB9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8D322A">
        <w:rPr>
          <w:rFonts w:cstheme="minorHAnsi"/>
          <w:b/>
          <w:szCs w:val="18"/>
        </w:rPr>
        <w:t xml:space="preserve">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5C2C5B53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994ED4" w:rsidRPr="00222D6B">
        <w:rPr>
          <w:rFonts w:cstheme="minorHAnsi"/>
          <w:noProof/>
          <w:szCs w:val="18"/>
          <w:lang w:eastAsia="pl-PL"/>
        </w:rPr>
        <w:t>POST/DYS/OW/GZ/04299/2025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994ED4" w:rsidRPr="00222D6B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R51: Gmina i Miasto Wyszków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6BD36638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994ED4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R51: Gmina i Miasto Wyszków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3E8665B9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994ED4" w:rsidRPr="00222D6B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Koszt złącza ZK-2 RBL +2P (schemat złącza kablowo - pomiarowego wg. obowiązujących standardów technicznych złączy kablowych, kablowo-pomiarowych oraz złączy napowietrznych przyłączeniowych nN w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</w:t>
            </w:r>
            <w:r w:rsidRPr="00CD226A">
              <w:rPr>
                <w:rFonts w:cstheme="minorHAnsi"/>
              </w:rPr>
              <w:lastRenderedPageBreak/>
              <w:t>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3042D0D9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994ED4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R51: Gmina i Miasto Wyszków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994ED4" w:rsidRPr="00222D6B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lastRenderedPageBreak/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04244506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994ED4" w:rsidRPr="00222D6B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R51: Gmina i Miasto Wyszków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994ED4" w:rsidRPr="00222D6B">
        <w:rPr>
          <w:rFonts w:cstheme="minorHAnsi"/>
          <w:b/>
          <w:noProof/>
        </w:rPr>
        <w:t>POST/DYS/OW/GZ/04299/2025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lastRenderedPageBreak/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lastRenderedPageBreak/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69838F1A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994ED4" w:rsidRPr="00222D6B">
        <w:rPr>
          <w:rFonts w:cstheme="minorHAnsi"/>
          <w:noProof/>
          <w:lang w:eastAsia="pl-PL"/>
        </w:rPr>
        <w:t>POST/DYS/OW/GZ/04299/2025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994ED4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R51: Gmina i Miasto Wyszków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0715B589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994ED4" w:rsidRPr="00222D6B">
        <w:rPr>
          <w:rFonts w:cstheme="minorHAnsi"/>
          <w:noProof/>
          <w:lang w:eastAsia="pl-PL"/>
        </w:rPr>
        <w:t>POST/DYS/OW/GZ/04299/2025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994ED4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R51: Gmina i Miasto Wyszków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3ABC4A20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994ED4" w:rsidRPr="00222D6B">
        <w:rPr>
          <w:rFonts w:cstheme="minorHAnsi"/>
          <w:noProof/>
          <w:lang w:eastAsia="pl-PL"/>
        </w:rPr>
        <w:t>POST/DYS/OW/GZ/04299/2025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994ED4" w:rsidRPr="00222D6B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R51: Gmina i Miasto Wyszków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6BAABE36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994ED4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Wyszków obszar nr R51: Gmina i Miasto Wyszków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213AF03F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994ED4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POST/DYS/OW/GZ/04299/2025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3D76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2FD0"/>
    <w:rsid w:val="006F3B57"/>
    <w:rsid w:val="006F5F72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322A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4ED4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D73"/>
    <w:rsid w:val="00C23F3E"/>
    <w:rsid w:val="00C26BC0"/>
    <w:rsid w:val="00C272AD"/>
    <w:rsid w:val="00C27408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6BBA"/>
    <w:rsid w:val="00EE5E2C"/>
    <w:rsid w:val="00F01E75"/>
    <w:rsid w:val="00F21DD8"/>
    <w:rsid w:val="00F25128"/>
    <w:rsid w:val="00F32BD1"/>
    <w:rsid w:val="00F377D2"/>
    <w:rsid w:val="00F41DC5"/>
    <w:rsid w:val="00F4718C"/>
    <w:rsid w:val="00F4789E"/>
    <w:rsid w:val="00F527EB"/>
    <w:rsid w:val="00F554D8"/>
    <w:rsid w:val="00F57F56"/>
    <w:rsid w:val="00F65859"/>
    <w:rsid w:val="00F65ADD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4299_zał nr 4, 6, 7, 8, 11 do SWZ.docx</dmsv2BaseFileName>
    <dmsv2BaseDisplayName xmlns="http://schemas.microsoft.com/sharepoint/v3">4299_zał nr 4, 6, 7, 8, 11 do SWZ</dmsv2BaseDisplayName>
    <dmsv2SWPP2ObjectNumber xmlns="http://schemas.microsoft.com/sharepoint/v3">POST/DYS/OW/GZ/04299/2025                         </dmsv2SWPP2ObjectNumber>
    <dmsv2SWPP2SumMD5 xmlns="http://schemas.microsoft.com/sharepoint/v3">37ae0cb7d0e9be415f9eb89d0fdfaf6f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23868335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DPFVW34YURAE-834641568-16580</_dlc_DocId>
    <_dlc_DocIdUrl xmlns="a19cb1c7-c5c7-46d4-85ae-d83685407bba">
      <Url>https://swpp2.dms.gkpge.pl/sites/40/_layouts/15/DocIdRedir.aspx?ID=DPFVW34YURAE-834641568-16580</Url>
      <Description>DPFVW34YURAE-834641568-16580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3F63ADF-E1D9-4C99-A392-FCDB824F23BC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2A45C44-668B-4C08-A568-6A41380EDB6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19</Pages>
  <Words>5187</Words>
  <Characters>31126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2025-11-27T19:55:00Z</dcterms:created>
  <dcterms:modified xsi:type="dcterms:W3CDTF">2025-11-27T21:14:00Z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08052a81-d1f1-4328-aee9-84f219936cd9</vt:lpwstr>
  </property>
</Properties>
</file>